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D5C" w:rsidRDefault="00A35D5C" w:rsidP="003108BD">
      <w:pPr>
        <w:rPr>
          <w:rFonts w:eastAsia="楷体_GB2312"/>
          <w:sz w:val="32"/>
          <w:szCs w:val="32"/>
        </w:rPr>
      </w:pPr>
      <w:r>
        <w:rPr>
          <w:rFonts w:eastAsia="楷体_GB2312" w:hint="eastAsia"/>
          <w:sz w:val="32"/>
          <w:szCs w:val="32"/>
        </w:rPr>
        <w:t>附件</w:t>
      </w:r>
      <w:r>
        <w:rPr>
          <w:rFonts w:eastAsia="楷体_GB2312"/>
          <w:sz w:val="32"/>
          <w:szCs w:val="32"/>
        </w:rPr>
        <w:t>4</w:t>
      </w:r>
    </w:p>
    <w:p w:rsidR="00A35D5C" w:rsidRPr="00727BB5" w:rsidRDefault="00A35D5C">
      <w:pPr>
        <w:spacing w:line="220" w:lineRule="atLeast"/>
        <w:jc w:val="center"/>
        <w:rPr>
          <w:rFonts w:ascii="方正小标宋简体" w:eastAsia="方正小标宋简体" w:hAnsi="宋体"/>
          <w:sz w:val="44"/>
          <w:szCs w:val="44"/>
        </w:rPr>
      </w:pPr>
      <w:r w:rsidRPr="00727BB5">
        <w:rPr>
          <w:rFonts w:ascii="方正小标宋简体" w:eastAsia="方正小标宋简体" w:hAnsi="宋体" w:hint="eastAsia"/>
          <w:sz w:val="44"/>
          <w:szCs w:val="44"/>
        </w:rPr>
        <w:t>放弃面试资格声明</w:t>
      </w:r>
    </w:p>
    <w:p w:rsidR="00A35D5C" w:rsidRDefault="00A35D5C">
      <w:pPr>
        <w:spacing w:line="220" w:lineRule="atLeast"/>
        <w:rPr>
          <w:rFonts w:ascii="仿宋_GB2312" w:eastAsia="仿宋_GB2312"/>
          <w:sz w:val="32"/>
          <w:szCs w:val="32"/>
        </w:rPr>
      </w:pPr>
    </w:p>
    <w:p w:rsidR="00A35D5C" w:rsidRDefault="00A35D5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中共大兴安岭地委组织部：</w:t>
      </w:r>
    </w:p>
    <w:p w:rsidR="00A35D5C" w:rsidRDefault="00A35D5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姓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名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      </w:t>
      </w:r>
      <w:r>
        <w:rPr>
          <w:rFonts w:ascii="仿宋_GB2312" w:eastAsia="仿宋_GB2312"/>
          <w:sz w:val="32"/>
          <w:szCs w:val="32"/>
        </w:rPr>
        <w:t xml:space="preserve">                  </w:t>
      </w:r>
    </w:p>
    <w:p w:rsidR="00A35D5C" w:rsidRDefault="00A35D5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身份证号：</w:t>
      </w:r>
      <w:r>
        <w:rPr>
          <w:rFonts w:ascii="仿宋_GB2312" w:eastAsia="仿宋_GB2312"/>
          <w:sz w:val="32"/>
          <w:szCs w:val="32"/>
        </w:rPr>
        <w:t xml:space="preserve">                                                           </w:t>
      </w:r>
    </w:p>
    <w:p w:rsidR="00A35D5C" w:rsidRDefault="00A35D5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报考部门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 xml:space="preserve">              </w:t>
      </w:r>
    </w:p>
    <w:p w:rsidR="00A35D5C" w:rsidRDefault="00A35D5C">
      <w:pPr>
        <w:spacing w:line="560" w:lineRule="exact"/>
        <w:ind w:firstLineChars="150" w:firstLine="4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（部门代码：</w:t>
      </w:r>
      <w:r>
        <w:rPr>
          <w:rFonts w:ascii="仿宋_GB2312" w:eastAsia="仿宋_GB2312"/>
          <w:sz w:val="32"/>
          <w:szCs w:val="32"/>
        </w:rPr>
        <w:t xml:space="preserve">         </w:t>
      </w:r>
      <w:r>
        <w:rPr>
          <w:rFonts w:ascii="仿宋_GB2312" w:eastAsia="仿宋_GB2312" w:hint="eastAsia"/>
          <w:sz w:val="32"/>
          <w:szCs w:val="32"/>
        </w:rPr>
        <w:t>，职位代码：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A35D5C" w:rsidRDefault="00A35D5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已进入该职位面试名单，现因个人原因，自愿放弃参加面试，特此声明。</w:t>
      </w:r>
      <w:bookmarkStart w:id="0" w:name="_GoBack"/>
      <w:bookmarkEnd w:id="0"/>
    </w:p>
    <w:p w:rsidR="00A35D5C" w:rsidRDefault="00A35D5C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/>
          <w:sz w:val="32"/>
          <w:szCs w:val="32"/>
        </w:rPr>
        <w:t xml:space="preserve">                       </w:t>
      </w:r>
    </w:p>
    <w:p w:rsidR="00A35D5C" w:rsidRDefault="00A35D5C">
      <w:pPr>
        <w:rPr>
          <w:rFonts w:ascii="仿宋_GB2312" w:eastAsia="仿宋_GB2312"/>
          <w:sz w:val="32"/>
          <w:szCs w:val="32"/>
        </w:rPr>
      </w:pPr>
    </w:p>
    <w:p w:rsidR="00A35D5C" w:rsidRDefault="00A35D5C">
      <w:pPr>
        <w:rPr>
          <w:rFonts w:ascii="仿宋_GB2312" w:eastAsia="仿宋_GB2312"/>
          <w:sz w:val="32"/>
          <w:szCs w:val="32"/>
        </w:rPr>
      </w:pPr>
    </w:p>
    <w:p w:rsidR="00A35D5C" w:rsidRDefault="00A35D5C">
      <w:pPr>
        <w:ind w:left="2240" w:hangingChars="700" w:hanging="22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                                </w:t>
      </w:r>
      <w:r>
        <w:rPr>
          <w:rFonts w:ascii="仿宋_GB2312" w:eastAsia="仿宋_GB2312" w:hint="eastAsia"/>
          <w:sz w:val="32"/>
          <w:szCs w:val="32"/>
        </w:rPr>
        <w:t>签名（考生本人手写）：</w:t>
      </w:r>
    </w:p>
    <w:p w:rsidR="00A35D5C" w:rsidRDefault="00A35D5C">
      <w:pPr>
        <w:ind w:left="4000" w:hangingChars="1250" w:hanging="40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期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 xml:space="preserve">                                             </w:t>
      </w:r>
    </w:p>
    <w:p w:rsidR="00A35D5C" w:rsidRDefault="00A35D5C">
      <w:pPr>
        <w:spacing w:line="220" w:lineRule="atLeast"/>
      </w:pPr>
    </w:p>
    <w:sectPr w:rsidR="00A35D5C" w:rsidSect="00DE03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5D5C" w:rsidRDefault="00A35D5C">
      <w:r>
        <w:separator/>
      </w:r>
    </w:p>
  </w:endnote>
  <w:endnote w:type="continuationSeparator" w:id="0">
    <w:p w:rsidR="00A35D5C" w:rsidRDefault="00A35D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5C" w:rsidRDefault="00A35D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5C" w:rsidRDefault="00A35D5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5C" w:rsidRDefault="00A35D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5D5C" w:rsidRDefault="00A35D5C">
      <w:r>
        <w:separator/>
      </w:r>
    </w:p>
  </w:footnote>
  <w:footnote w:type="continuationSeparator" w:id="0">
    <w:p w:rsidR="00A35D5C" w:rsidRDefault="00A35D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5C" w:rsidRDefault="00A35D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5C" w:rsidRDefault="00A35D5C" w:rsidP="003108BD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D5C" w:rsidRDefault="00A35D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25369B"/>
    <w:rsid w:val="002D4F7C"/>
    <w:rsid w:val="003108BD"/>
    <w:rsid w:val="00323B43"/>
    <w:rsid w:val="003D37D8"/>
    <w:rsid w:val="00426133"/>
    <w:rsid w:val="004358AB"/>
    <w:rsid w:val="00437697"/>
    <w:rsid w:val="004E2A69"/>
    <w:rsid w:val="00687B83"/>
    <w:rsid w:val="00694572"/>
    <w:rsid w:val="006D3D50"/>
    <w:rsid w:val="00723D2A"/>
    <w:rsid w:val="00727BB5"/>
    <w:rsid w:val="00766166"/>
    <w:rsid w:val="007971F3"/>
    <w:rsid w:val="008805F6"/>
    <w:rsid w:val="008B7726"/>
    <w:rsid w:val="009B2E3B"/>
    <w:rsid w:val="00A35D5C"/>
    <w:rsid w:val="00AB117C"/>
    <w:rsid w:val="00B11059"/>
    <w:rsid w:val="00C31E64"/>
    <w:rsid w:val="00CD7F4B"/>
    <w:rsid w:val="00CF71C3"/>
    <w:rsid w:val="00D04FC7"/>
    <w:rsid w:val="00D31D50"/>
    <w:rsid w:val="00DE03A6"/>
    <w:rsid w:val="00DF6C2C"/>
    <w:rsid w:val="00EB7C6B"/>
    <w:rsid w:val="00EC4196"/>
    <w:rsid w:val="00ED1242"/>
    <w:rsid w:val="00F847B5"/>
    <w:rsid w:val="00FA5861"/>
    <w:rsid w:val="77677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3A6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DE03A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03A6"/>
    <w:rPr>
      <w:rFonts w:ascii="Tahoma" w:hAnsi="Tahoma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DE03A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03A6"/>
    <w:rPr>
      <w:rFonts w:ascii="Tahoma" w:hAnsi="Tahom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96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1</Pages>
  <Words>62</Words>
  <Characters>354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2008-09-11T17:20:00Z</dcterms:created>
  <dcterms:modified xsi:type="dcterms:W3CDTF">2022-01-14T10:18:00Z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