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</w:rPr>
        <w:t>赣州市交通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  <w:lang w:eastAsia="zh-CN"/>
        </w:rPr>
        <w:t>局通信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</w:rPr>
        <w:t>信息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  <w:lang w:eastAsia="zh-CN"/>
        </w:rPr>
        <w:t>中心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</w:rPr>
        <w:t>工作人员招聘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39"/>
          <w:szCs w:val="39"/>
          <w:vertAlign w:val="baseline"/>
          <w:lang w:eastAsia="zh-CN"/>
        </w:rPr>
        <w:t>公告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outlineLvl w:val="9"/>
        <w:rPr>
          <w:rFonts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outlineLvl w:val="9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因</w:t>
      </w:r>
      <w:r>
        <w:rPr>
          <w:rFonts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赣州市交通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局通信信息中心</w:t>
      </w:r>
      <w:r>
        <w:rPr>
          <w:rFonts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的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发展需要</w:t>
      </w:r>
      <w:r>
        <w:rPr>
          <w:rFonts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现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面向社会对外招聘工作人员为</w:t>
      </w:r>
      <w:r>
        <w:rPr>
          <w:rFonts w:hint="eastAsia" w:ascii="仿宋_GB2312" w:hAnsi="微软雅黑" w:eastAsia="仿宋_GB2312" w:cs="仿宋_GB2312"/>
          <w:b/>
          <w:bCs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名，现将人员招聘有关工作事项公告如下。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outlineLvl w:val="9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话务座席岗</w:t>
      </w:r>
      <w:r>
        <w:rPr>
          <w:rFonts w:hint="eastAsia" w:ascii="仿宋_GB2312" w:hAnsi="微软雅黑" w:eastAsia="仿宋_GB2312" w:cs="仿宋_GB2312"/>
          <w:b/>
          <w:bCs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 xml:space="preserve"> 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名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限女性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）、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技术维护岗</w:t>
      </w:r>
      <w:r>
        <w:rPr>
          <w:rFonts w:hint="eastAsia" w:ascii="仿宋_GB2312" w:hAnsi="微软雅黑" w:eastAsia="仿宋_GB2312" w:cs="仿宋_GB2312"/>
          <w:b/>
          <w:bCs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名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（限章贡区户籍）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。年龄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20-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35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周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岗位要求如下：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（一）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话务座席岗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（基本工资1800/月）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1、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要求高中及以上学历，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具有较强的事业心和责任心，并能较好掌握办公软件操作。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2、具有良好的职业操守及团队合作精神，较强的沟通、理解和分析能力。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有客服、坐席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经验者优先考虑。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firstLine="640" w:firstLineChars="20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（二）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技术维护岗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（基本工资2500/月）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1、要求计算机类似专业学科的专科以上学历，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具有较强的事业心和责任心，并能较好掌握办公软件操作。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both"/>
        <w:textAlignment w:val="auto"/>
        <w:outlineLvl w:val="9"/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2、熟悉计算机软、硬件维护和网络管理工作经验，同等条件下，有实践工作经验者优先。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条件合格者，试用期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一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个月，合格录用后薪酬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构成为：基本工资+交通费+餐补贴+其他补贴，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并按相关规定办理社保、医保、工伤保险、生育保险、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失业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保险。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有意者，请携带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报名表及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有关证件和业绩材料到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东阳山路15号二楼</w:t>
      </w:r>
      <w:r>
        <w:rPr>
          <w:rFonts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赣州市交通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局通信信息中心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报名。联系人：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刘女士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 xml:space="preserve">，电话 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0797-8198287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附件：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赣州市交通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局通信信息中心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聘用工作人员报名表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outlineLvl w:val="9"/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 xml:space="preserve">                                        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outlineLvl w:val="9"/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 xml:space="preserve">            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 xml:space="preserve">           赣州市交通局通信信息中心        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 201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9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年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9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月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附件: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赣州市交通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局通信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信息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聘用工作人员报名表</w:t>
      </w:r>
    </w:p>
    <w:p>
      <w:pPr>
        <w:spacing w:line="440" w:lineRule="exact"/>
        <w:jc w:val="center"/>
        <w:rPr>
          <w:rFonts w:ascii="宋体"/>
          <w:b/>
          <w:spacing w:val="-10"/>
          <w:sz w:val="10"/>
          <w:szCs w:val="10"/>
        </w:rPr>
      </w:pPr>
    </w:p>
    <w:tbl>
      <w:tblPr>
        <w:tblStyle w:val="3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340"/>
        <w:gridCol w:w="1302"/>
        <w:gridCol w:w="1218"/>
        <w:gridCol w:w="1260"/>
        <w:gridCol w:w="1180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姓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名</w:t>
            </w:r>
          </w:p>
        </w:tc>
        <w:tc>
          <w:tcPr>
            <w:tcW w:w="13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性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别</w:t>
            </w:r>
          </w:p>
        </w:tc>
        <w:tc>
          <w:tcPr>
            <w:tcW w:w="121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出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生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日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期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62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近期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寸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籍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贯</w:t>
            </w:r>
          </w:p>
        </w:tc>
        <w:tc>
          <w:tcPr>
            <w:tcW w:w="13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民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族</w:t>
            </w:r>
          </w:p>
        </w:tc>
        <w:tc>
          <w:tcPr>
            <w:tcW w:w="121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政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治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面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貌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62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健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康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状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况</w:t>
            </w:r>
          </w:p>
        </w:tc>
        <w:tc>
          <w:tcPr>
            <w:tcW w:w="13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参加工作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时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间</w:t>
            </w:r>
          </w:p>
        </w:tc>
        <w:tc>
          <w:tcPr>
            <w:tcW w:w="121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  <w:lang w:val="en-US" w:eastAsia="zh-CN"/>
              </w:rPr>
              <w:t>婚姻状况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62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386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8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  <w:lang w:eastAsia="zh-CN"/>
              </w:rPr>
              <w:t>应聘职位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5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学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历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学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位</w:t>
            </w:r>
          </w:p>
        </w:tc>
        <w:tc>
          <w:tcPr>
            <w:tcW w:w="13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全日制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教育</w:t>
            </w:r>
          </w:p>
        </w:tc>
        <w:tc>
          <w:tcPr>
            <w:tcW w:w="130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毕业院校系及专业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在职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教育</w:t>
            </w:r>
          </w:p>
        </w:tc>
        <w:tc>
          <w:tcPr>
            <w:tcW w:w="130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spacing w:line="340" w:lineRule="exact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毕业院校系及专业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1257" w:type="dxa"/>
            <w:vAlign w:val="center"/>
          </w:tcPr>
          <w:p>
            <w:pPr>
              <w:ind w:firstLine="400" w:firstLineChars="200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简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历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125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奖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惩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情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况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5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社会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关系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称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谓</w:t>
            </w: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姓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名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工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作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单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位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及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职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2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个人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报考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承诺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spacing w:line="520" w:lineRule="exact"/>
              <w:ind w:firstLine="480" w:firstLineChars="200"/>
              <w:rPr>
                <w:rFonts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  <w:t>本人所提供的个人信息、证件及相关证明材料真实准确，如提供有关信息不实或有其他违反相关规定行为，责任自负。</w:t>
            </w:r>
            <w:r>
              <w:rPr>
                <w:rFonts w:ascii="仿宋_GB2312" w:eastAsia="仿宋_GB2312" w:cs="宋体"/>
                <w:kern w:val="0"/>
                <w:sz w:val="24"/>
                <w:lang w:val="zh-CN"/>
              </w:rPr>
              <w:t xml:space="preserve">       </w:t>
            </w:r>
          </w:p>
          <w:p>
            <w:pPr>
              <w:spacing w:line="400" w:lineRule="exact"/>
              <w:ind w:firstLine="3500" w:firstLineChars="1750"/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</w:pPr>
          </w:p>
          <w:p>
            <w:pPr>
              <w:spacing w:line="480" w:lineRule="exact"/>
              <w:ind w:firstLine="3500" w:firstLineChars="1750"/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1"/>
                <w:lang w:val="zh-CN"/>
              </w:rPr>
              <w:t>承诺人（签名）：</w:t>
            </w:r>
          </w:p>
          <w:p>
            <w:pPr>
              <w:spacing w:line="480" w:lineRule="exact"/>
              <w:ind w:firstLine="4900" w:firstLineChars="2450"/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1"/>
                <w:lang w:val="zh-CN"/>
              </w:rPr>
              <w:t>　年</w:t>
            </w:r>
            <w:r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  <w:t xml:space="preserve">    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1"/>
                <w:lang w:val="zh-CN"/>
              </w:rPr>
              <w:t>月</w:t>
            </w:r>
            <w:r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  <w:t xml:space="preserve">    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1"/>
                <w:lang w:val="zh-CN"/>
              </w:rPr>
              <w:t>日</w:t>
            </w:r>
            <w:r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257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招聘小组审核意见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（盖章）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月</w:t>
            </w:r>
            <w:r>
              <w:rPr>
                <w:rFonts w:ascii="仿宋_GB2312" w:hAnsi="宋体" w:eastAsia="仿宋_GB2312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/>
                <w:kern w:val="0"/>
                <w:sz w:val="20"/>
                <w:szCs w:val="21"/>
              </w:rPr>
              <w:t>日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hd w:val="clear" w:color="auto" w:fill="FFFFFF"/>
        </w:rPr>
        <w:t>备注：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</w:rPr>
        <w:t>报名携带资料：1、电子打印的《</w:t>
      </w:r>
      <w:r>
        <w:rPr>
          <w:rFonts w:hint="eastAsia" w:ascii="仿宋_GB2312" w:hAnsi="仿宋_GB2312" w:eastAsia="仿宋_GB2312" w:cs="仿宋_GB2312"/>
          <w:sz w:val="24"/>
        </w:rPr>
        <w:t>赣州</w:t>
      </w:r>
      <w:r>
        <w:rPr>
          <w:rFonts w:hint="eastAsia" w:ascii="仿宋_GB2312" w:eastAsia="仿宋_GB2312"/>
          <w:sz w:val="24"/>
        </w:rPr>
        <w:t>市交通信息监控平台聘用工作人员报名表》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</w:rPr>
        <w:t>一式二份；2、本人</w:t>
      </w:r>
      <w:r>
        <w:rPr>
          <w:rFonts w:hint="eastAsia" w:ascii="仿宋_GB2312" w:hAnsi="仿宋_GB2312" w:eastAsia="仿宋_GB2312" w:cs="仿宋_GB2312"/>
          <w:sz w:val="24"/>
        </w:rPr>
        <w:t>应携带个人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</w:rPr>
        <w:t>第二代居民</w:t>
      </w:r>
      <w:r>
        <w:rPr>
          <w:rFonts w:hint="eastAsia" w:ascii="仿宋_GB2312" w:hAnsi="仿宋_GB2312" w:eastAsia="仿宋_GB2312" w:cs="仿宋_GB2312"/>
          <w:sz w:val="24"/>
        </w:rPr>
        <w:t>身份证、户口簿、学历证书等原件和复印件及个人近期一寸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</w:rPr>
        <w:t>同底</w:t>
      </w:r>
      <w:r>
        <w:rPr>
          <w:rFonts w:hint="eastAsia" w:ascii="仿宋_GB2312" w:hAnsi="仿宋_GB2312" w:eastAsia="仿宋_GB2312" w:cs="仿宋_GB2312"/>
          <w:sz w:val="24"/>
        </w:rPr>
        <w:t>免冠彩照3张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319" w:leftChars="152" w:right="0" w:firstLine="4163" w:firstLineChars="1301"/>
        <w:jc w:val="left"/>
        <w:textAlignment w:val="auto"/>
        <w:outlineLvl w:val="9"/>
        <w:rPr>
          <w:rFonts w:hint="default" w:ascii="仿宋_GB2312" w:hAnsi="微软雅黑" w:eastAsia="仿宋_GB2312" w:cs="仿宋_GB2312"/>
          <w:b w:val="0"/>
          <w:i w:val="0"/>
          <w:caps w:val="0"/>
          <w:color w:val="444444"/>
          <w:spacing w:val="0"/>
          <w:kern w:val="0"/>
          <w:sz w:val="32"/>
          <w:szCs w:val="32"/>
          <w:vertAlign w:val="baseli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14012"/>
    <w:rsid w:val="0943425F"/>
    <w:rsid w:val="133729AB"/>
    <w:rsid w:val="1C3F7A03"/>
    <w:rsid w:val="1F727339"/>
    <w:rsid w:val="2206151E"/>
    <w:rsid w:val="2B4458A3"/>
    <w:rsid w:val="2F114012"/>
    <w:rsid w:val="4ED63842"/>
    <w:rsid w:val="53AD3134"/>
    <w:rsid w:val="55D07967"/>
    <w:rsid w:val="67842B7E"/>
    <w:rsid w:val="6D535020"/>
    <w:rsid w:val="734915A3"/>
    <w:rsid w:val="7ECB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2018-08-21T09:57:00Z</dcterms:created>
  <dc:creator>lenovo</dc:creator>
  <cp:lastModifiedBy>Administrator</cp:lastModifiedBy>
  <cp:lastPrinted>2019-03-14T07:48:00Z</cp:lastPrinted>
  <dcterms:modified xsi:type="dcterms:W3CDTF">2019-09-02T08:36:36Z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